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66942" w14:textId="77777777" w:rsidR="00E97FC3" w:rsidRDefault="00A76015">
      <w:pPr>
        <w:ind w:firstLine="560"/>
        <w:jc w:val="center"/>
        <w:rPr>
          <w:rFonts w:asciiTheme="majorEastAsia" w:eastAsiaTheme="majorEastAsia" w:hAnsiTheme="majorEastAsia" w:cstheme="majorEastAsia"/>
          <w:b/>
          <w:bCs/>
          <w:color w:val="5A5A5A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/>
          <w:bCs/>
          <w:color w:val="5A5A5A"/>
          <w:sz w:val="44"/>
          <w:szCs w:val="44"/>
          <w:shd w:val="clear" w:color="auto" w:fill="FFFFFF"/>
        </w:rPr>
        <w:t>江苏省高教学会评估委员会</w:t>
      </w:r>
    </w:p>
    <w:p w14:paraId="5D30EB81" w14:textId="77777777" w:rsidR="00E97FC3" w:rsidRDefault="00E97FC3">
      <w:pPr>
        <w:ind w:firstLine="560"/>
        <w:jc w:val="center"/>
        <w:rPr>
          <w:rFonts w:asciiTheme="majorEastAsia" w:eastAsiaTheme="majorEastAsia" w:hAnsiTheme="majorEastAsia" w:cstheme="majorEastAsia"/>
          <w:b/>
          <w:bCs/>
          <w:color w:val="5A5A5A"/>
          <w:sz w:val="44"/>
          <w:szCs w:val="44"/>
          <w:shd w:val="clear" w:color="auto" w:fill="FFFFFF"/>
        </w:rPr>
      </w:pPr>
    </w:p>
    <w:p w14:paraId="38C7AE99" w14:textId="77777777" w:rsidR="00E97FC3" w:rsidRDefault="00A76015">
      <w:pPr>
        <w:ind w:firstLine="560"/>
        <w:jc w:val="center"/>
        <w:rPr>
          <w:rFonts w:asciiTheme="majorEastAsia" w:eastAsiaTheme="majorEastAsia" w:hAnsiTheme="majorEastAsia" w:cstheme="majorEastAsia"/>
          <w:b/>
          <w:bCs/>
          <w:color w:val="5A5A5A"/>
          <w:sz w:val="36"/>
          <w:szCs w:val="36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5A5A5A"/>
          <w:sz w:val="44"/>
          <w:szCs w:val="44"/>
          <w:shd w:val="clear" w:color="auto" w:fill="FFFFFF"/>
        </w:rPr>
        <w:t>课题研究申请书</w:t>
      </w:r>
    </w:p>
    <w:p w14:paraId="5F81EB49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162C4935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3C012921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1393BDA5" w14:textId="77777777" w:rsidR="00E97FC3" w:rsidRDefault="00A76015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5A5A5A"/>
          <w:sz w:val="32"/>
          <w:szCs w:val="32"/>
          <w:shd w:val="clear" w:color="auto" w:fill="FFFFFF"/>
        </w:rPr>
        <w:t>课题名称：</w:t>
      </w:r>
    </w:p>
    <w:p w14:paraId="25DF1093" w14:textId="77777777" w:rsidR="00E97FC3" w:rsidRDefault="00A76015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5A5A5A"/>
          <w:sz w:val="32"/>
          <w:szCs w:val="32"/>
          <w:shd w:val="clear" w:color="auto" w:fill="FFFFFF"/>
        </w:rPr>
        <w:t xml:space="preserve">    </w:t>
      </w:r>
    </w:p>
    <w:p w14:paraId="798BA2A1" w14:textId="77777777" w:rsidR="00E97FC3" w:rsidRDefault="00E97FC3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</w:p>
    <w:p w14:paraId="7CEAE269" w14:textId="77777777" w:rsidR="00E97FC3" w:rsidRDefault="00E97FC3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</w:p>
    <w:p w14:paraId="59FCD3F3" w14:textId="77777777" w:rsidR="00E97FC3" w:rsidRDefault="00A76015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5A5A5A"/>
          <w:sz w:val="32"/>
          <w:szCs w:val="32"/>
          <w:shd w:val="clear" w:color="auto" w:fill="FFFFFF"/>
        </w:rPr>
        <w:t>申报单位：（盖章）</w:t>
      </w:r>
    </w:p>
    <w:p w14:paraId="535BEA37" w14:textId="77777777" w:rsidR="00E97FC3" w:rsidRDefault="00E97FC3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</w:p>
    <w:p w14:paraId="08353120" w14:textId="77777777" w:rsidR="00E97FC3" w:rsidRDefault="00E97FC3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</w:p>
    <w:p w14:paraId="7BAA56BD" w14:textId="77777777" w:rsidR="00E97FC3" w:rsidRDefault="00E97FC3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</w:p>
    <w:p w14:paraId="50CE80C1" w14:textId="77777777" w:rsidR="00E97FC3" w:rsidRDefault="00A76015">
      <w:pPr>
        <w:ind w:firstLine="560"/>
        <w:rPr>
          <w:rFonts w:ascii="宋体" w:hAnsi="宋体" w:cs="宋体"/>
          <w:color w:val="5A5A5A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5A5A5A"/>
          <w:sz w:val="32"/>
          <w:szCs w:val="32"/>
          <w:shd w:val="clear" w:color="auto" w:fill="FFFFFF"/>
        </w:rPr>
        <w:t>申报单位负责人：（签字）</w:t>
      </w:r>
    </w:p>
    <w:p w14:paraId="1D2E3BC4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11B784E7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48725C52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664C9DCA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244E2CB8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p w14:paraId="66165C9E" w14:textId="77777777" w:rsidR="00E97FC3" w:rsidRDefault="00A76015">
      <w:pPr>
        <w:ind w:firstLine="560"/>
        <w:jc w:val="center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>二〇</w:t>
      </w: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ab/>
      </w: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ab/>
      </w: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>年</w:t>
      </w: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 xml:space="preserve">    </w:t>
      </w: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>月</w:t>
      </w: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 xml:space="preserve">    </w:t>
      </w:r>
      <w:r>
        <w:rPr>
          <w:rFonts w:ascii="宋体" w:hAnsi="宋体" w:cs="宋体" w:hint="eastAsia"/>
          <w:color w:val="5A5A5A"/>
          <w:sz w:val="36"/>
          <w:szCs w:val="36"/>
          <w:shd w:val="clear" w:color="auto" w:fill="FFFFFF"/>
        </w:rPr>
        <w:t>日</w:t>
      </w:r>
    </w:p>
    <w:p w14:paraId="02EC0812" w14:textId="77777777" w:rsidR="00E97FC3" w:rsidRDefault="00E97FC3">
      <w:pPr>
        <w:ind w:firstLine="560"/>
        <w:rPr>
          <w:rFonts w:ascii="宋体" w:hAnsi="宋体" w:cs="宋体"/>
          <w:color w:val="5A5A5A"/>
          <w:sz w:val="36"/>
          <w:szCs w:val="36"/>
          <w:shd w:val="clear" w:color="auto" w:fill="FFFFFF"/>
        </w:rPr>
      </w:pPr>
    </w:p>
    <w:tbl>
      <w:tblPr>
        <w:tblStyle w:val="a3"/>
        <w:tblpPr w:leftFromText="180" w:rightFromText="180" w:vertAnchor="text" w:horzAnchor="page" w:tblpX="2077" w:tblpY="468"/>
        <w:tblOverlap w:val="never"/>
        <w:tblW w:w="8701" w:type="dxa"/>
        <w:tblLayout w:type="fixed"/>
        <w:tblLook w:val="04A0" w:firstRow="1" w:lastRow="0" w:firstColumn="1" w:lastColumn="0" w:noHBand="0" w:noVBand="1"/>
      </w:tblPr>
      <w:tblGrid>
        <w:gridCol w:w="1867"/>
        <w:gridCol w:w="1163"/>
        <w:gridCol w:w="937"/>
        <w:gridCol w:w="1162"/>
        <w:gridCol w:w="1913"/>
        <w:gridCol w:w="1659"/>
      </w:tblGrid>
      <w:tr w:rsidR="00E97FC3" w14:paraId="26F6D32A" w14:textId="77777777">
        <w:trPr>
          <w:trHeight w:val="464"/>
        </w:trPr>
        <w:tc>
          <w:tcPr>
            <w:tcW w:w="1867" w:type="dxa"/>
          </w:tcPr>
          <w:p w14:paraId="33FE58E1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lastRenderedPageBreak/>
              <w:t>课题名称</w:t>
            </w:r>
          </w:p>
        </w:tc>
        <w:tc>
          <w:tcPr>
            <w:tcW w:w="6834" w:type="dxa"/>
            <w:gridSpan w:val="5"/>
          </w:tcPr>
          <w:p w14:paraId="3FA48E60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423D3264" w14:textId="77777777">
        <w:trPr>
          <w:trHeight w:val="378"/>
        </w:trPr>
        <w:tc>
          <w:tcPr>
            <w:tcW w:w="1867" w:type="dxa"/>
          </w:tcPr>
          <w:p w14:paraId="660FC760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承担单位</w:t>
            </w:r>
          </w:p>
        </w:tc>
        <w:tc>
          <w:tcPr>
            <w:tcW w:w="6834" w:type="dxa"/>
            <w:gridSpan w:val="5"/>
          </w:tcPr>
          <w:p w14:paraId="066094E8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7ABF82EE" w14:textId="77777777">
        <w:trPr>
          <w:trHeight w:val="314"/>
        </w:trPr>
        <w:tc>
          <w:tcPr>
            <w:tcW w:w="1867" w:type="dxa"/>
          </w:tcPr>
          <w:p w14:paraId="40C30350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课题负责人</w:t>
            </w:r>
          </w:p>
        </w:tc>
        <w:tc>
          <w:tcPr>
            <w:tcW w:w="1163" w:type="dxa"/>
          </w:tcPr>
          <w:p w14:paraId="1462FDDD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37" w:type="dxa"/>
          </w:tcPr>
          <w:p w14:paraId="34B1CD0B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电话</w:t>
            </w:r>
          </w:p>
        </w:tc>
        <w:tc>
          <w:tcPr>
            <w:tcW w:w="1162" w:type="dxa"/>
          </w:tcPr>
          <w:p w14:paraId="2413FCF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13" w:type="dxa"/>
          </w:tcPr>
          <w:p w14:paraId="2DDC144D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职务及职称</w:t>
            </w:r>
          </w:p>
        </w:tc>
        <w:tc>
          <w:tcPr>
            <w:tcW w:w="1659" w:type="dxa"/>
          </w:tcPr>
          <w:p w14:paraId="6F03AAE2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0D333F6B" w14:textId="77777777">
        <w:trPr>
          <w:trHeight w:val="314"/>
        </w:trPr>
        <w:tc>
          <w:tcPr>
            <w:tcW w:w="1867" w:type="dxa"/>
          </w:tcPr>
          <w:p w14:paraId="200ED4C8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课题联系人</w:t>
            </w:r>
          </w:p>
        </w:tc>
        <w:tc>
          <w:tcPr>
            <w:tcW w:w="1163" w:type="dxa"/>
          </w:tcPr>
          <w:p w14:paraId="7405BAEB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37" w:type="dxa"/>
          </w:tcPr>
          <w:p w14:paraId="1AE0C767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电话</w:t>
            </w:r>
          </w:p>
        </w:tc>
        <w:tc>
          <w:tcPr>
            <w:tcW w:w="1162" w:type="dxa"/>
          </w:tcPr>
          <w:p w14:paraId="3C4E81FA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13" w:type="dxa"/>
          </w:tcPr>
          <w:p w14:paraId="2ADD1935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邮政编码</w:t>
            </w:r>
          </w:p>
        </w:tc>
        <w:tc>
          <w:tcPr>
            <w:tcW w:w="1659" w:type="dxa"/>
          </w:tcPr>
          <w:p w14:paraId="7F1CC15E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3677FD02" w14:textId="77777777">
        <w:trPr>
          <w:trHeight w:val="313"/>
        </w:trPr>
        <w:tc>
          <w:tcPr>
            <w:tcW w:w="1867" w:type="dxa"/>
          </w:tcPr>
          <w:p w14:paraId="0214A08D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通讯地址</w:t>
            </w:r>
          </w:p>
        </w:tc>
        <w:tc>
          <w:tcPr>
            <w:tcW w:w="6834" w:type="dxa"/>
            <w:gridSpan w:val="5"/>
          </w:tcPr>
          <w:p w14:paraId="6C5FE8EF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7C67238E" w14:textId="77777777">
        <w:trPr>
          <w:trHeight w:val="9866"/>
        </w:trPr>
        <w:tc>
          <w:tcPr>
            <w:tcW w:w="8701" w:type="dxa"/>
            <w:gridSpan w:val="6"/>
          </w:tcPr>
          <w:p w14:paraId="3431FA96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一、申请理由（研究基础及研究目的和思路）</w:t>
            </w:r>
          </w:p>
        </w:tc>
      </w:tr>
    </w:tbl>
    <w:p w14:paraId="1BCC0157" w14:textId="77777777" w:rsidR="00E97FC3" w:rsidRDefault="00A76015">
      <w:pPr>
        <w:rPr>
          <w:sz w:val="32"/>
          <w:szCs w:val="32"/>
        </w:rPr>
      </w:pPr>
      <w:r>
        <w:rPr>
          <w:sz w:val="32"/>
          <w:szCs w:val="32"/>
        </w:rPr>
        <w:lastRenderedPageBreak/>
        <w:br w:type="page"/>
      </w:r>
    </w:p>
    <w:tbl>
      <w:tblPr>
        <w:tblStyle w:val="a3"/>
        <w:tblpPr w:leftFromText="180" w:rightFromText="180" w:vertAnchor="text" w:horzAnchor="page" w:tblpX="2077" w:tblpY="468"/>
        <w:tblOverlap w:val="never"/>
        <w:tblW w:w="8679" w:type="dxa"/>
        <w:tblLayout w:type="fixed"/>
        <w:tblLook w:val="04A0" w:firstRow="1" w:lastRow="0" w:firstColumn="1" w:lastColumn="0" w:noHBand="0" w:noVBand="1"/>
      </w:tblPr>
      <w:tblGrid>
        <w:gridCol w:w="8679"/>
      </w:tblGrid>
      <w:tr w:rsidR="00E97FC3" w14:paraId="784B826F" w14:textId="77777777">
        <w:trPr>
          <w:trHeight w:val="12954"/>
        </w:trPr>
        <w:tc>
          <w:tcPr>
            <w:tcW w:w="8679" w:type="dxa"/>
          </w:tcPr>
          <w:p w14:paraId="7C5C18BB" w14:textId="77777777" w:rsidR="00E97FC3" w:rsidRDefault="00A76015">
            <w:pPr>
              <w:rPr>
                <w:rFonts w:ascii="宋体" w:hAnsi="宋体" w:cs="宋体"/>
                <w:b/>
                <w:bCs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lastRenderedPageBreak/>
              <w:t>二、课题主要内容、工作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研究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)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途径和方法</w:t>
            </w:r>
          </w:p>
          <w:p w14:paraId="742DABA0" w14:textId="77777777" w:rsidR="00E97FC3" w:rsidRDefault="00A76015">
            <w:pPr>
              <w:ind w:firstLineChars="100" w:firstLine="321"/>
              <w:rPr>
                <w:rFonts w:ascii="宋体" w:hAnsi="宋体" w:cs="宋体"/>
                <w:b/>
                <w:bCs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、课题主要内容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:</w:t>
            </w:r>
          </w:p>
          <w:p w14:paraId="171E165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</w:tbl>
    <w:p w14:paraId="03D7C813" w14:textId="77777777" w:rsidR="00E97FC3" w:rsidRDefault="00A76015">
      <w:pPr>
        <w:rPr>
          <w:sz w:val="32"/>
          <w:szCs w:val="32"/>
        </w:rPr>
      </w:pPr>
      <w:r>
        <w:rPr>
          <w:sz w:val="32"/>
          <w:szCs w:val="32"/>
        </w:rPr>
        <w:lastRenderedPageBreak/>
        <w:br w:type="page"/>
      </w:r>
    </w:p>
    <w:tbl>
      <w:tblPr>
        <w:tblStyle w:val="a3"/>
        <w:tblpPr w:leftFromText="180" w:rightFromText="180" w:vertAnchor="text" w:horzAnchor="page" w:tblpX="2077" w:tblpY="468"/>
        <w:tblOverlap w:val="never"/>
        <w:tblW w:w="8636" w:type="dxa"/>
        <w:tblLayout w:type="fixed"/>
        <w:tblLook w:val="04A0" w:firstRow="1" w:lastRow="0" w:firstColumn="1" w:lastColumn="0" w:noHBand="0" w:noVBand="1"/>
      </w:tblPr>
      <w:tblGrid>
        <w:gridCol w:w="8636"/>
      </w:tblGrid>
      <w:tr w:rsidR="00E97FC3" w14:paraId="4AC83176" w14:textId="77777777">
        <w:trPr>
          <w:trHeight w:val="12954"/>
        </w:trPr>
        <w:tc>
          <w:tcPr>
            <w:tcW w:w="8636" w:type="dxa"/>
          </w:tcPr>
          <w:p w14:paraId="08233C2D" w14:textId="77777777" w:rsidR="00E97FC3" w:rsidRDefault="00A76015">
            <w:pPr>
              <w:ind w:firstLineChars="100" w:firstLine="321"/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lastRenderedPageBreak/>
              <w:t>2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、工作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研究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)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途径及方法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:</w:t>
            </w:r>
          </w:p>
        </w:tc>
      </w:tr>
    </w:tbl>
    <w:p w14:paraId="7D1E4EA9" w14:textId="77777777" w:rsidR="00E97FC3" w:rsidRDefault="00A76015">
      <w:pPr>
        <w:rPr>
          <w:sz w:val="32"/>
          <w:szCs w:val="32"/>
        </w:rPr>
      </w:pPr>
      <w:r>
        <w:rPr>
          <w:sz w:val="32"/>
          <w:szCs w:val="32"/>
        </w:rPr>
        <w:lastRenderedPageBreak/>
        <w:br w:type="page"/>
      </w:r>
    </w:p>
    <w:tbl>
      <w:tblPr>
        <w:tblStyle w:val="a3"/>
        <w:tblpPr w:leftFromText="180" w:rightFromText="180" w:vertAnchor="text" w:horzAnchor="page" w:tblpX="2077" w:tblpY="468"/>
        <w:tblOverlap w:val="never"/>
        <w:tblW w:w="8636" w:type="dxa"/>
        <w:tblLayout w:type="fixed"/>
        <w:tblLook w:val="04A0" w:firstRow="1" w:lastRow="0" w:firstColumn="1" w:lastColumn="0" w:noHBand="0" w:noVBand="1"/>
      </w:tblPr>
      <w:tblGrid>
        <w:gridCol w:w="8636"/>
      </w:tblGrid>
      <w:tr w:rsidR="00E97FC3" w14:paraId="751C9743" w14:textId="77777777">
        <w:trPr>
          <w:trHeight w:val="6477"/>
        </w:trPr>
        <w:tc>
          <w:tcPr>
            <w:tcW w:w="8636" w:type="dxa"/>
          </w:tcPr>
          <w:p w14:paraId="0EBC9E96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lastRenderedPageBreak/>
              <w:t>三、进度计划</w:t>
            </w:r>
          </w:p>
        </w:tc>
      </w:tr>
      <w:tr w:rsidR="00E97FC3" w14:paraId="19E1681C" w14:textId="77777777">
        <w:trPr>
          <w:trHeight w:val="6477"/>
        </w:trPr>
        <w:tc>
          <w:tcPr>
            <w:tcW w:w="8636" w:type="dxa"/>
          </w:tcPr>
          <w:p w14:paraId="64E3DD13" w14:textId="77777777" w:rsidR="00E97FC3" w:rsidRDefault="00A76015">
            <w:pPr>
              <w:rPr>
                <w:rFonts w:ascii="宋体" w:hAnsi="宋体" w:cs="宋体"/>
                <w:b/>
                <w:bCs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四、完成日期和预期的成果</w:t>
            </w:r>
          </w:p>
          <w:p w14:paraId="14A505EF" w14:textId="77777777" w:rsidR="00E97FC3" w:rsidRDefault="00E97FC3">
            <w:pPr>
              <w:ind w:firstLineChars="200" w:firstLine="640"/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</w:tbl>
    <w:p w14:paraId="7763BC2E" w14:textId="77777777" w:rsidR="00E97FC3" w:rsidRDefault="00A76015">
      <w:pPr>
        <w:rPr>
          <w:sz w:val="32"/>
          <w:szCs w:val="32"/>
        </w:rPr>
      </w:pPr>
      <w:r>
        <w:rPr>
          <w:sz w:val="32"/>
          <w:szCs w:val="32"/>
        </w:rPr>
        <w:lastRenderedPageBreak/>
        <w:br w:type="page"/>
      </w:r>
    </w:p>
    <w:tbl>
      <w:tblPr>
        <w:tblStyle w:val="a3"/>
        <w:tblpPr w:leftFromText="180" w:rightFromText="180" w:vertAnchor="text" w:horzAnchor="page" w:tblpX="2077" w:tblpY="468"/>
        <w:tblOverlap w:val="never"/>
        <w:tblW w:w="8636" w:type="dxa"/>
        <w:tblLayout w:type="fixed"/>
        <w:tblLook w:val="04A0" w:firstRow="1" w:lastRow="0" w:firstColumn="1" w:lastColumn="0" w:noHBand="0" w:noVBand="1"/>
      </w:tblPr>
      <w:tblGrid>
        <w:gridCol w:w="1627"/>
        <w:gridCol w:w="1403"/>
        <w:gridCol w:w="1575"/>
        <w:gridCol w:w="1903"/>
        <w:gridCol w:w="2128"/>
      </w:tblGrid>
      <w:tr w:rsidR="00E97FC3" w14:paraId="0881B101" w14:textId="77777777">
        <w:trPr>
          <w:trHeight w:val="90"/>
        </w:trPr>
        <w:tc>
          <w:tcPr>
            <w:tcW w:w="8636" w:type="dxa"/>
            <w:gridSpan w:val="5"/>
          </w:tcPr>
          <w:p w14:paraId="483731E3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lastRenderedPageBreak/>
              <w:t>五、课题负责人及主要参加人员</w:t>
            </w: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(</w:t>
            </w: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姓名、职务、业务方向、在本课题中承担的任务）</w:t>
            </w:r>
          </w:p>
        </w:tc>
      </w:tr>
      <w:tr w:rsidR="00E97FC3" w14:paraId="513612CE" w14:textId="77777777">
        <w:trPr>
          <w:trHeight w:val="628"/>
        </w:trPr>
        <w:tc>
          <w:tcPr>
            <w:tcW w:w="8636" w:type="dxa"/>
            <w:gridSpan w:val="5"/>
          </w:tcPr>
          <w:p w14:paraId="7270172D" w14:textId="77777777" w:rsidR="00E97FC3" w:rsidRDefault="00A76015">
            <w:pPr>
              <w:ind w:firstLineChars="100" w:firstLine="321"/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、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课题负责人</w:t>
            </w:r>
          </w:p>
        </w:tc>
      </w:tr>
      <w:tr w:rsidR="00E97FC3" w14:paraId="3439CC05" w14:textId="77777777">
        <w:trPr>
          <w:trHeight w:val="477"/>
        </w:trPr>
        <w:tc>
          <w:tcPr>
            <w:tcW w:w="1627" w:type="dxa"/>
          </w:tcPr>
          <w:p w14:paraId="227C539C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1403" w:type="dxa"/>
          </w:tcPr>
          <w:p w14:paraId="16A05B4B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年龄</w:t>
            </w:r>
          </w:p>
        </w:tc>
        <w:tc>
          <w:tcPr>
            <w:tcW w:w="1575" w:type="dxa"/>
          </w:tcPr>
          <w:p w14:paraId="20DB1AFF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单位</w:t>
            </w:r>
          </w:p>
        </w:tc>
        <w:tc>
          <w:tcPr>
            <w:tcW w:w="1903" w:type="dxa"/>
          </w:tcPr>
          <w:p w14:paraId="10A77ECF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职务</w:t>
            </w: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/</w:t>
            </w: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职称</w:t>
            </w:r>
          </w:p>
        </w:tc>
        <w:tc>
          <w:tcPr>
            <w:tcW w:w="2128" w:type="dxa"/>
          </w:tcPr>
          <w:p w14:paraId="04B87A55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承担任务</w:t>
            </w:r>
          </w:p>
        </w:tc>
      </w:tr>
      <w:tr w:rsidR="00E97FC3" w14:paraId="361CC70F" w14:textId="77777777">
        <w:trPr>
          <w:trHeight w:val="445"/>
        </w:trPr>
        <w:tc>
          <w:tcPr>
            <w:tcW w:w="1627" w:type="dxa"/>
          </w:tcPr>
          <w:p w14:paraId="2854BE0D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560BB138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199A8989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589B1E9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51F16E2E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319F5FE9" w14:textId="77777777">
        <w:trPr>
          <w:trHeight w:val="445"/>
        </w:trPr>
        <w:tc>
          <w:tcPr>
            <w:tcW w:w="1627" w:type="dxa"/>
          </w:tcPr>
          <w:p w14:paraId="090D56F4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5FCD9393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6CA34C6F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4FB83CF4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6A073594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321B7F6B" w14:textId="77777777">
        <w:trPr>
          <w:trHeight w:val="445"/>
        </w:trPr>
        <w:tc>
          <w:tcPr>
            <w:tcW w:w="1627" w:type="dxa"/>
          </w:tcPr>
          <w:p w14:paraId="4A2F2BC3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0EAEA193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5C792DB0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2FDA9600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6FB9486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24386108" w14:textId="77777777">
        <w:trPr>
          <w:trHeight w:val="516"/>
        </w:trPr>
        <w:tc>
          <w:tcPr>
            <w:tcW w:w="8636" w:type="dxa"/>
            <w:gridSpan w:val="5"/>
          </w:tcPr>
          <w:p w14:paraId="63F40A34" w14:textId="77777777" w:rsidR="00E97FC3" w:rsidRDefault="00A76015">
            <w:pPr>
              <w:ind w:firstLineChars="100" w:firstLine="321"/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、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主要参加人员</w:t>
            </w:r>
            <w:r>
              <w:rPr>
                <w:rFonts w:ascii="宋体" w:hAnsi="宋体" w:cs="宋体" w:hint="eastAsia"/>
                <w:b/>
                <w:bCs/>
                <w:color w:val="5A5A5A"/>
                <w:sz w:val="32"/>
                <w:szCs w:val="32"/>
                <w:shd w:val="clear" w:color="auto" w:fill="FFFFFF"/>
              </w:rPr>
              <w:t>:</w:t>
            </w:r>
          </w:p>
        </w:tc>
      </w:tr>
      <w:tr w:rsidR="00E97FC3" w14:paraId="61AAC09C" w14:textId="77777777">
        <w:trPr>
          <w:trHeight w:val="411"/>
        </w:trPr>
        <w:tc>
          <w:tcPr>
            <w:tcW w:w="1627" w:type="dxa"/>
          </w:tcPr>
          <w:p w14:paraId="21EF3837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1403" w:type="dxa"/>
          </w:tcPr>
          <w:p w14:paraId="714C5451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年龄</w:t>
            </w:r>
          </w:p>
        </w:tc>
        <w:tc>
          <w:tcPr>
            <w:tcW w:w="1575" w:type="dxa"/>
          </w:tcPr>
          <w:p w14:paraId="184BAC6D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单位</w:t>
            </w:r>
          </w:p>
        </w:tc>
        <w:tc>
          <w:tcPr>
            <w:tcW w:w="1903" w:type="dxa"/>
          </w:tcPr>
          <w:p w14:paraId="2A2294F6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职务</w:t>
            </w: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/</w:t>
            </w: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职称</w:t>
            </w:r>
          </w:p>
        </w:tc>
        <w:tc>
          <w:tcPr>
            <w:tcW w:w="2128" w:type="dxa"/>
          </w:tcPr>
          <w:p w14:paraId="0BB96029" w14:textId="77777777" w:rsidR="00E97FC3" w:rsidRDefault="00A76015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5A5A5A"/>
                <w:sz w:val="32"/>
                <w:szCs w:val="32"/>
                <w:shd w:val="clear" w:color="auto" w:fill="FFFFFF"/>
              </w:rPr>
              <w:t>承担任务</w:t>
            </w:r>
          </w:p>
        </w:tc>
      </w:tr>
      <w:tr w:rsidR="00E97FC3" w14:paraId="4EE3DA75" w14:textId="77777777">
        <w:trPr>
          <w:trHeight w:val="178"/>
        </w:trPr>
        <w:tc>
          <w:tcPr>
            <w:tcW w:w="1627" w:type="dxa"/>
          </w:tcPr>
          <w:p w14:paraId="6EAC17F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5B1FF26F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73A483D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096277B8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219792B4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2D7ACD4B" w14:textId="77777777">
        <w:trPr>
          <w:trHeight w:val="534"/>
        </w:trPr>
        <w:tc>
          <w:tcPr>
            <w:tcW w:w="1627" w:type="dxa"/>
          </w:tcPr>
          <w:p w14:paraId="164096E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46E9813E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07100E41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0DFF883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1F196D1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032A98DC" w14:textId="77777777">
        <w:trPr>
          <w:trHeight w:val="441"/>
        </w:trPr>
        <w:tc>
          <w:tcPr>
            <w:tcW w:w="1627" w:type="dxa"/>
          </w:tcPr>
          <w:p w14:paraId="5B228A1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57187802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60C0D4E4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60B42BCF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7B017D23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06893337" w14:textId="77777777">
        <w:trPr>
          <w:trHeight w:val="366"/>
        </w:trPr>
        <w:tc>
          <w:tcPr>
            <w:tcW w:w="1627" w:type="dxa"/>
          </w:tcPr>
          <w:p w14:paraId="1436EE31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1A5C7F1C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69850D3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3058F21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5F4C208A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0E37D6BC" w14:textId="77777777">
        <w:trPr>
          <w:trHeight w:val="384"/>
        </w:trPr>
        <w:tc>
          <w:tcPr>
            <w:tcW w:w="1627" w:type="dxa"/>
          </w:tcPr>
          <w:p w14:paraId="587E79BB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0710CFFB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2B0789E1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5B41515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73DA067D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17A284A3" w14:textId="77777777">
        <w:trPr>
          <w:trHeight w:val="478"/>
        </w:trPr>
        <w:tc>
          <w:tcPr>
            <w:tcW w:w="1627" w:type="dxa"/>
          </w:tcPr>
          <w:p w14:paraId="0F359E60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17098592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6355EA7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72108216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7E5B824B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15278092" w14:textId="77777777">
        <w:trPr>
          <w:trHeight w:val="347"/>
        </w:trPr>
        <w:tc>
          <w:tcPr>
            <w:tcW w:w="1627" w:type="dxa"/>
          </w:tcPr>
          <w:p w14:paraId="50C731C3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04CCE9CC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4431F66D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4BC779BB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3E95D55F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2A61231C" w14:textId="77777777">
        <w:trPr>
          <w:trHeight w:val="421"/>
        </w:trPr>
        <w:tc>
          <w:tcPr>
            <w:tcW w:w="1627" w:type="dxa"/>
          </w:tcPr>
          <w:p w14:paraId="277C1976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5EE99517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4209694C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7E196F8F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30D9B0D2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73EFDDB9" w14:textId="77777777">
        <w:trPr>
          <w:trHeight w:val="103"/>
        </w:trPr>
        <w:tc>
          <w:tcPr>
            <w:tcW w:w="1627" w:type="dxa"/>
          </w:tcPr>
          <w:p w14:paraId="6B8CB333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0FC3970D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5D869A5F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0FDD27C0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324AA02E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  <w:tr w:rsidR="00E97FC3" w14:paraId="1B0FE9B0" w14:textId="77777777">
        <w:trPr>
          <w:trHeight w:val="282"/>
        </w:trPr>
        <w:tc>
          <w:tcPr>
            <w:tcW w:w="1627" w:type="dxa"/>
          </w:tcPr>
          <w:p w14:paraId="5419FA51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03" w:type="dxa"/>
          </w:tcPr>
          <w:p w14:paraId="03A4D5DD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75" w:type="dxa"/>
          </w:tcPr>
          <w:p w14:paraId="65AD29FE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3" w:type="dxa"/>
          </w:tcPr>
          <w:p w14:paraId="3F30E3A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28" w:type="dxa"/>
          </w:tcPr>
          <w:p w14:paraId="5199F9C5" w14:textId="77777777" w:rsidR="00E97FC3" w:rsidRDefault="00E97FC3">
            <w:pPr>
              <w:rPr>
                <w:rFonts w:ascii="宋体" w:hAnsi="宋体" w:cs="宋体"/>
                <w:color w:val="5A5A5A"/>
                <w:sz w:val="32"/>
                <w:szCs w:val="32"/>
                <w:shd w:val="clear" w:color="auto" w:fill="FFFFFF"/>
              </w:rPr>
            </w:pPr>
          </w:p>
        </w:tc>
      </w:tr>
    </w:tbl>
    <w:p w14:paraId="4C84C6B9" w14:textId="77777777" w:rsidR="00E97FC3" w:rsidRDefault="00A76015">
      <w:r>
        <w:rPr>
          <w:rFonts w:hint="eastAsia"/>
          <w:sz w:val="32"/>
          <w:szCs w:val="32"/>
        </w:rPr>
        <w:t>注</w:t>
      </w:r>
      <w:r>
        <w:rPr>
          <w:rFonts w:hint="eastAsia"/>
          <w:sz w:val="32"/>
          <w:szCs w:val="32"/>
        </w:rPr>
        <w:t>:</w:t>
      </w:r>
      <w:r>
        <w:rPr>
          <w:rFonts w:hint="eastAsia"/>
          <w:sz w:val="32"/>
          <w:szCs w:val="32"/>
        </w:rPr>
        <w:t>本表如不够填写</w:t>
      </w:r>
      <w:r>
        <w:rPr>
          <w:rFonts w:hint="eastAsia"/>
          <w:sz w:val="32"/>
          <w:szCs w:val="32"/>
        </w:rPr>
        <w:t>,</w:t>
      </w:r>
      <w:r>
        <w:rPr>
          <w:rFonts w:hint="eastAsia"/>
          <w:sz w:val="32"/>
          <w:szCs w:val="32"/>
        </w:rPr>
        <w:t>可加另页。</w:t>
      </w:r>
    </w:p>
    <w:sectPr w:rsidR="00E97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919F6" w14:textId="77777777" w:rsidR="00A76015" w:rsidRDefault="00A76015" w:rsidP="00337949">
      <w:r>
        <w:separator/>
      </w:r>
    </w:p>
  </w:endnote>
  <w:endnote w:type="continuationSeparator" w:id="0">
    <w:p w14:paraId="4A91FFFA" w14:textId="77777777" w:rsidR="00A76015" w:rsidRDefault="00A76015" w:rsidP="0033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30B65" w14:textId="77777777" w:rsidR="00A76015" w:rsidRDefault="00A76015" w:rsidP="00337949">
      <w:r>
        <w:separator/>
      </w:r>
    </w:p>
  </w:footnote>
  <w:footnote w:type="continuationSeparator" w:id="0">
    <w:p w14:paraId="081EAAAD" w14:textId="77777777" w:rsidR="00A76015" w:rsidRDefault="00A76015" w:rsidP="00337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9743C46"/>
    <w:rsid w:val="00337949"/>
    <w:rsid w:val="00A76015"/>
    <w:rsid w:val="00E97FC3"/>
    <w:rsid w:val="25490C17"/>
    <w:rsid w:val="29743C46"/>
    <w:rsid w:val="45901B9B"/>
    <w:rsid w:val="6AEA3CA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415351"/>
  <w15:docId w15:val="{66D76208-9B9B-4954-B8D4-3EE620AC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37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37949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337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3794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10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铨铨</dc:creator>
  <cp:lastModifiedBy>office</cp:lastModifiedBy>
  <cp:revision>2</cp:revision>
  <dcterms:created xsi:type="dcterms:W3CDTF">2019-11-13T04:05:00Z</dcterms:created>
  <dcterms:modified xsi:type="dcterms:W3CDTF">2019-11-13T04:05:00Z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